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9"/>
        <w:gridCol w:w="2342"/>
        <w:gridCol w:w="1351"/>
      </w:tblGrid>
      <w:tr w:rsidR="001D3160" w14:paraId="550ECA61" w14:textId="77777777" w:rsidTr="00152DF1">
        <w:trPr>
          <w:trHeight w:hRule="exact" w:val="651"/>
          <w:jc w:val="center"/>
        </w:trPr>
        <w:tc>
          <w:tcPr>
            <w:tcW w:w="3692" w:type="dxa"/>
            <w:gridSpan w:val="2"/>
            <w:vAlign w:val="center"/>
          </w:tcPr>
          <w:p w14:paraId="3E60E480" w14:textId="77777777" w:rsidR="001D3160" w:rsidRDefault="001D3160" w:rsidP="001D316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使用单位：东北制药（上海）生物科技有限公司</w:t>
            </w:r>
          </w:p>
        </w:tc>
        <w:tc>
          <w:tcPr>
            <w:tcW w:w="3693" w:type="dxa"/>
            <w:gridSpan w:val="2"/>
            <w:vAlign w:val="center"/>
          </w:tcPr>
          <w:p w14:paraId="262ADA8B" w14:textId="77777777" w:rsidR="001D3160" w:rsidRDefault="001D3160" w:rsidP="001D316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资金来源：企业自筹</w:t>
            </w:r>
          </w:p>
        </w:tc>
      </w:tr>
      <w:tr w:rsidR="001D3160" w14:paraId="71B4FC6E" w14:textId="77777777">
        <w:trPr>
          <w:trHeight w:hRule="exact" w:val="651"/>
          <w:jc w:val="center"/>
        </w:trPr>
        <w:tc>
          <w:tcPr>
            <w:tcW w:w="7385" w:type="dxa"/>
            <w:gridSpan w:val="4"/>
            <w:vAlign w:val="center"/>
          </w:tcPr>
          <w:p w14:paraId="3376DACF" w14:textId="77777777" w:rsidR="001D3160" w:rsidRDefault="001D3160" w:rsidP="001D316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目的：</w:t>
            </w:r>
            <w:r>
              <w:rPr>
                <w:rFonts w:cs="Times New Roman" w:hint="eastAsia"/>
                <w:kern w:val="0"/>
                <w:sz w:val="24"/>
              </w:rPr>
              <w:t>用于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东北制药（上海）生物科技有限公司分子、生化实验的电泳</w:t>
            </w:r>
          </w:p>
        </w:tc>
      </w:tr>
      <w:tr w:rsidR="001D3160" w14:paraId="3D658FDE" w14:textId="77777777">
        <w:trPr>
          <w:trHeight w:hRule="exact" w:val="651"/>
          <w:jc w:val="center"/>
        </w:trPr>
        <w:tc>
          <w:tcPr>
            <w:tcW w:w="7385" w:type="dxa"/>
            <w:gridSpan w:val="4"/>
            <w:vAlign w:val="center"/>
          </w:tcPr>
          <w:p w14:paraId="474501DF" w14:textId="77777777" w:rsidR="001D3160" w:rsidRDefault="001D3160" w:rsidP="001D316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工艺描述：</w:t>
            </w:r>
            <w:r>
              <w:rPr>
                <w:rFonts w:cs="Times New Roman" w:hint="eastAsia"/>
                <w:kern w:val="0"/>
                <w:sz w:val="24"/>
              </w:rPr>
              <w:t>适用于生物学研究部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分子、生化实验的电泳</w:t>
            </w:r>
          </w:p>
        </w:tc>
      </w:tr>
      <w:tr w:rsidR="00B47B95" w14:paraId="34C14D48" w14:textId="77777777">
        <w:trPr>
          <w:trHeight w:hRule="exact" w:val="651"/>
          <w:jc w:val="center"/>
        </w:trPr>
        <w:tc>
          <w:tcPr>
            <w:tcW w:w="7385" w:type="dxa"/>
            <w:gridSpan w:val="4"/>
            <w:vAlign w:val="center"/>
          </w:tcPr>
          <w:p w14:paraId="7C4D18E7" w14:textId="77777777" w:rsidR="00B47B95" w:rsidRDefault="00B47B95" w:rsidP="001D3160">
            <w:pPr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执行标准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（规章制度、法规）：</w:t>
            </w:r>
          </w:p>
        </w:tc>
      </w:tr>
      <w:tr w:rsidR="001D3160" w14:paraId="05E51EFD" w14:textId="77777777">
        <w:trPr>
          <w:trHeight w:hRule="exact" w:val="651"/>
          <w:jc w:val="center"/>
        </w:trPr>
        <w:tc>
          <w:tcPr>
            <w:tcW w:w="7385" w:type="dxa"/>
            <w:gridSpan w:val="4"/>
            <w:vAlign w:val="center"/>
          </w:tcPr>
          <w:p w14:paraId="76BE8444" w14:textId="58E982C8" w:rsidR="001D3160" w:rsidRDefault="001D3160" w:rsidP="001D316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交付标准</w:t>
            </w:r>
            <w:r>
              <w:rPr>
                <w:rFonts w:eastAsia="仿宋_GB2312" w:cs="Times New Roman" w:hint="eastAsia"/>
                <w:kern w:val="0"/>
                <w:sz w:val="24"/>
              </w:rPr>
              <w:t>：</w:t>
            </w:r>
          </w:p>
        </w:tc>
      </w:tr>
      <w:tr w:rsidR="001D3160" w14:paraId="679E51F4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75"/>
          <w:tblHeader/>
          <w:jc w:val="center"/>
        </w:trPr>
        <w:tc>
          <w:tcPr>
            <w:tcW w:w="993" w:type="dxa"/>
            <w:shd w:val="clear" w:color="auto" w:fill="FFFFFF"/>
            <w:vAlign w:val="center"/>
          </w:tcPr>
          <w:p w14:paraId="41E2942C" w14:textId="77777777" w:rsidR="001D3160" w:rsidRDefault="001D3160" w:rsidP="001D31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编号</w:t>
            </w:r>
          </w:p>
        </w:tc>
        <w:tc>
          <w:tcPr>
            <w:tcW w:w="5041" w:type="dxa"/>
            <w:gridSpan w:val="2"/>
            <w:shd w:val="clear" w:color="auto" w:fill="FFFFFF"/>
            <w:vAlign w:val="center"/>
          </w:tcPr>
          <w:p w14:paraId="2C5B21AB" w14:textId="77777777" w:rsidR="001D3160" w:rsidRDefault="001D3160" w:rsidP="001D31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要求内容</w:t>
            </w:r>
          </w:p>
        </w:tc>
        <w:tc>
          <w:tcPr>
            <w:tcW w:w="13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F27741D" w14:textId="77777777" w:rsidR="001D3160" w:rsidRDefault="001D3160" w:rsidP="001D31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  <w:r>
              <w:rPr>
                <w:rFonts w:ascii="Arial" w:hAnsi="Arial" w:cs="Arial"/>
                <w:sz w:val="24"/>
              </w:rPr>
              <w:t>/</w:t>
            </w:r>
            <w:r>
              <w:rPr>
                <w:rFonts w:ascii="Arial" w:hAnsi="Arial" w:cs="Arial"/>
                <w:sz w:val="24"/>
              </w:rPr>
              <w:t>期望</w:t>
            </w:r>
          </w:p>
        </w:tc>
      </w:tr>
      <w:tr w:rsidR="001D3160" w14:paraId="6247D060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99"/>
          <w:jc w:val="center"/>
        </w:trPr>
        <w:tc>
          <w:tcPr>
            <w:tcW w:w="993" w:type="dxa"/>
            <w:vAlign w:val="center"/>
          </w:tcPr>
          <w:p w14:paraId="3FBADA2D" w14:textId="77777777" w:rsidR="001D3160" w:rsidRDefault="001D3160" w:rsidP="001D31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URS01</w:t>
            </w:r>
          </w:p>
        </w:tc>
        <w:tc>
          <w:tcPr>
            <w:tcW w:w="5041" w:type="dxa"/>
            <w:gridSpan w:val="2"/>
            <w:vAlign w:val="center"/>
          </w:tcPr>
          <w:p w14:paraId="7E50D6B2" w14:textId="77777777" w:rsidR="001D3160" w:rsidRDefault="001D3160" w:rsidP="001D3160">
            <w:pPr>
              <w:rPr>
                <w:rFonts w:ascii="Arial" w:hAnsi="Arial" w:cs="Arial"/>
                <w:strike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  <w:szCs w:val="19"/>
              </w:rPr>
              <w:t>数量：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1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台。</w:t>
            </w:r>
          </w:p>
        </w:tc>
        <w:tc>
          <w:tcPr>
            <w:tcW w:w="1351" w:type="dxa"/>
            <w:vAlign w:val="center"/>
          </w:tcPr>
          <w:p w14:paraId="7E496F82" w14:textId="77777777" w:rsidR="001D3160" w:rsidRDefault="001D3160" w:rsidP="001D316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:rsidR="001D3160" w14:paraId="4564484D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993" w:type="dxa"/>
            <w:vAlign w:val="center"/>
          </w:tcPr>
          <w:p w14:paraId="7811E058" w14:textId="77777777" w:rsidR="001D3160" w:rsidRDefault="001D3160" w:rsidP="001D31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URS02</w:t>
            </w:r>
          </w:p>
        </w:tc>
        <w:tc>
          <w:tcPr>
            <w:tcW w:w="5041" w:type="dxa"/>
            <w:gridSpan w:val="2"/>
            <w:vAlign w:val="center"/>
          </w:tcPr>
          <w:p w14:paraId="60D87844" w14:textId="77777777" w:rsidR="001D3160" w:rsidRDefault="001D3160" w:rsidP="001D3160">
            <w:pPr>
              <w:spacing w:line="360" w:lineRule="auto"/>
              <w:jc w:val="left"/>
              <w:rPr>
                <w:rFonts w:ascii="Arial" w:hAnsi="Arial" w:cs="Arial"/>
                <w:strike/>
                <w:sz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输出电压：</w:t>
            </w:r>
            <w:r>
              <w:rPr>
                <w:rFonts w:ascii="Arial" w:hAnsi="Arial" w:cs="Arial"/>
                <w:sz w:val="24"/>
                <w:szCs w:val="24"/>
              </w:rPr>
              <w:t>10-300V</w:t>
            </w:r>
            <w:r>
              <w:rPr>
                <w:rFonts w:ascii="Arial" w:hAnsi="Arial" w:cs="Arial" w:hint="eastAsia"/>
                <w:sz w:val="24"/>
                <w:szCs w:val="24"/>
              </w:rPr>
              <w:t>。</w:t>
            </w:r>
          </w:p>
        </w:tc>
        <w:tc>
          <w:tcPr>
            <w:tcW w:w="1351" w:type="dxa"/>
            <w:vAlign w:val="center"/>
          </w:tcPr>
          <w:p w14:paraId="6B8AC2E9" w14:textId="77777777" w:rsidR="001D3160" w:rsidRDefault="001D3160" w:rsidP="001D316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:rsidR="001D3160" w14:paraId="34B60BAD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33367BEE" w14:textId="77777777" w:rsidR="001D3160" w:rsidRDefault="001D3160" w:rsidP="001D31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URS03</w:t>
            </w:r>
          </w:p>
        </w:tc>
        <w:tc>
          <w:tcPr>
            <w:tcW w:w="5041" w:type="dxa"/>
            <w:gridSpan w:val="2"/>
            <w:vAlign w:val="center"/>
          </w:tcPr>
          <w:p w14:paraId="4C3D17A7" w14:textId="77777777" w:rsidR="001D3160" w:rsidRDefault="001D3160" w:rsidP="001D3160">
            <w:pPr>
              <w:spacing w:line="360" w:lineRule="auto"/>
              <w:jc w:val="left"/>
              <w:rPr>
                <w:rFonts w:ascii="Arial" w:hAnsi="Arial" w:cs="Arial"/>
                <w:strike/>
                <w:sz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输出电流：</w:t>
            </w:r>
            <w:r>
              <w:rPr>
                <w:rFonts w:ascii="Arial" w:hAnsi="Arial" w:cs="Arial"/>
                <w:sz w:val="24"/>
                <w:szCs w:val="24"/>
              </w:rPr>
              <w:t>4-400mA</w:t>
            </w:r>
            <w:r>
              <w:rPr>
                <w:rFonts w:ascii="Arial" w:hAnsi="Arial" w:cs="Arial" w:hint="eastAsia"/>
                <w:sz w:val="24"/>
                <w:szCs w:val="24"/>
              </w:rPr>
              <w:t>。</w:t>
            </w:r>
          </w:p>
        </w:tc>
        <w:tc>
          <w:tcPr>
            <w:tcW w:w="1351" w:type="dxa"/>
            <w:vAlign w:val="center"/>
          </w:tcPr>
          <w:p w14:paraId="5EC1325D" w14:textId="77777777" w:rsidR="001D3160" w:rsidRDefault="001D3160" w:rsidP="001D316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:rsidR="001D3160" w14:paraId="7193A1C5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46EAC948" w14:textId="77777777" w:rsidR="001D3160" w:rsidRDefault="001D3160" w:rsidP="001D31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URS04</w:t>
            </w:r>
          </w:p>
        </w:tc>
        <w:tc>
          <w:tcPr>
            <w:tcW w:w="5041" w:type="dxa"/>
            <w:gridSpan w:val="2"/>
            <w:vAlign w:val="center"/>
          </w:tcPr>
          <w:p w14:paraId="3838BC67" w14:textId="77777777" w:rsidR="001D3160" w:rsidRDefault="001D3160" w:rsidP="001D3160">
            <w:pPr>
              <w:spacing w:line="360" w:lineRule="auto"/>
              <w:jc w:val="left"/>
              <w:rPr>
                <w:rFonts w:ascii="Arial" w:hAnsi="Arial" w:cs="Arial"/>
                <w:strike/>
                <w:sz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输出功率：</w:t>
            </w:r>
            <w:r>
              <w:rPr>
                <w:rFonts w:ascii="Arial" w:hAnsi="Arial" w:cs="Arial"/>
                <w:sz w:val="24"/>
                <w:szCs w:val="24"/>
              </w:rPr>
              <w:t>75W</w:t>
            </w:r>
            <w:r>
              <w:rPr>
                <w:rFonts w:ascii="Arial" w:hAnsi="Arial" w:cs="Arial" w:hint="eastAsia"/>
                <w:sz w:val="24"/>
                <w:szCs w:val="24"/>
              </w:rPr>
              <w:t>（最大）。</w:t>
            </w:r>
          </w:p>
        </w:tc>
        <w:tc>
          <w:tcPr>
            <w:tcW w:w="1351" w:type="dxa"/>
            <w:vAlign w:val="center"/>
          </w:tcPr>
          <w:p w14:paraId="73A08ECF" w14:textId="77777777" w:rsidR="001D3160" w:rsidRDefault="001D3160" w:rsidP="001D316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:rsidR="001D3160" w14:paraId="276A8B0B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47B1E519" w14:textId="77777777" w:rsidR="001D3160" w:rsidRDefault="001D3160" w:rsidP="001D31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URS05</w:t>
            </w:r>
          </w:p>
        </w:tc>
        <w:tc>
          <w:tcPr>
            <w:tcW w:w="5041" w:type="dxa"/>
            <w:gridSpan w:val="2"/>
            <w:vAlign w:val="center"/>
          </w:tcPr>
          <w:p w14:paraId="0EAEC488" w14:textId="77777777" w:rsidR="001D3160" w:rsidRDefault="001D3160" w:rsidP="001D3160">
            <w:pPr>
              <w:spacing w:line="360" w:lineRule="auto"/>
              <w:jc w:val="left"/>
              <w:rPr>
                <w:rFonts w:ascii="Arial" w:hAnsi="Arial" w:cs="Arial"/>
                <w:strike/>
                <w:sz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输出插孔：</w:t>
            </w:r>
            <w:r>
              <w:rPr>
                <w:rFonts w:ascii="Arial" w:hAnsi="Arial" w:cs="Arial" w:hint="eastAsia"/>
                <w:sz w:val="24"/>
                <w:szCs w:val="24"/>
              </w:rPr>
              <w:t>4</w:t>
            </w:r>
            <w:r>
              <w:rPr>
                <w:rFonts w:ascii="Arial" w:hAnsi="Arial" w:cs="Arial" w:hint="eastAsia"/>
                <w:sz w:val="24"/>
                <w:szCs w:val="24"/>
              </w:rPr>
              <w:t>对并联，最多可以同时运行四个电泳槽。</w:t>
            </w:r>
          </w:p>
        </w:tc>
        <w:tc>
          <w:tcPr>
            <w:tcW w:w="1351" w:type="dxa"/>
            <w:vAlign w:val="center"/>
          </w:tcPr>
          <w:p w14:paraId="61B63DB7" w14:textId="77777777" w:rsidR="001D3160" w:rsidRDefault="001D3160" w:rsidP="001D316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:rsidR="001D3160" w14:paraId="78BA752B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3D64FE9C" w14:textId="77777777" w:rsidR="001D3160" w:rsidRDefault="001D3160" w:rsidP="001D31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URS06</w:t>
            </w:r>
          </w:p>
        </w:tc>
        <w:tc>
          <w:tcPr>
            <w:tcW w:w="5041" w:type="dxa"/>
            <w:gridSpan w:val="2"/>
            <w:vAlign w:val="center"/>
          </w:tcPr>
          <w:p w14:paraId="668889CD" w14:textId="77777777" w:rsidR="001D3160" w:rsidRDefault="001D3160" w:rsidP="001D3160">
            <w:pPr>
              <w:jc w:val="left"/>
              <w:rPr>
                <w:rFonts w:ascii="Arial" w:hAnsi="Arial" w:cs="Arial"/>
                <w:strike/>
                <w:sz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定时器：有。</w:t>
            </w:r>
          </w:p>
        </w:tc>
        <w:tc>
          <w:tcPr>
            <w:tcW w:w="1351" w:type="dxa"/>
            <w:vAlign w:val="center"/>
          </w:tcPr>
          <w:p w14:paraId="1F1B633A" w14:textId="77777777" w:rsidR="001D3160" w:rsidRDefault="001D3160" w:rsidP="001D316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:rsidR="001D3160" w14:paraId="5DAE1831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189"/>
          <w:jc w:val="center"/>
        </w:trPr>
        <w:tc>
          <w:tcPr>
            <w:tcW w:w="993" w:type="dxa"/>
            <w:vAlign w:val="center"/>
          </w:tcPr>
          <w:p w14:paraId="242DEF4E" w14:textId="77777777" w:rsidR="001D3160" w:rsidRDefault="001D3160" w:rsidP="001D31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URS07</w:t>
            </w:r>
          </w:p>
        </w:tc>
        <w:tc>
          <w:tcPr>
            <w:tcW w:w="5041" w:type="dxa"/>
            <w:gridSpan w:val="2"/>
            <w:vAlign w:val="center"/>
          </w:tcPr>
          <w:p w14:paraId="11424068" w14:textId="77777777" w:rsidR="001D3160" w:rsidRDefault="001D3160" w:rsidP="001D3160">
            <w:pPr>
              <w:spacing w:line="360" w:lineRule="auto"/>
              <w:jc w:val="left"/>
              <w:rPr>
                <w:rFonts w:ascii="Arial" w:hAnsi="Arial" w:cs="Arial"/>
                <w:strike/>
                <w:sz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暂停功能：有。</w:t>
            </w:r>
          </w:p>
        </w:tc>
        <w:tc>
          <w:tcPr>
            <w:tcW w:w="1351" w:type="dxa"/>
            <w:vAlign w:val="center"/>
          </w:tcPr>
          <w:p w14:paraId="35AD8AAE" w14:textId="77777777" w:rsidR="001D3160" w:rsidRDefault="001D3160" w:rsidP="001D316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:rsidR="001D3160" w14:paraId="6C465646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20"/>
          <w:jc w:val="center"/>
        </w:trPr>
        <w:tc>
          <w:tcPr>
            <w:tcW w:w="993" w:type="dxa"/>
            <w:vAlign w:val="center"/>
          </w:tcPr>
          <w:p w14:paraId="7AE2E79D" w14:textId="77777777" w:rsidR="001D3160" w:rsidRDefault="001D3160" w:rsidP="001D31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URS08</w:t>
            </w:r>
          </w:p>
        </w:tc>
        <w:tc>
          <w:tcPr>
            <w:tcW w:w="5041" w:type="dxa"/>
            <w:gridSpan w:val="2"/>
            <w:vAlign w:val="center"/>
          </w:tcPr>
          <w:p w14:paraId="6DDC6DBD" w14:textId="77777777" w:rsidR="001D3160" w:rsidRDefault="001D3160" w:rsidP="001D3160">
            <w:pPr>
              <w:rPr>
                <w:rFonts w:ascii="Arial" w:hAnsi="Arial" w:cs="Arial"/>
                <w:strike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  <w:szCs w:val="19"/>
              </w:rPr>
              <w:t>数量：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1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台。</w:t>
            </w:r>
          </w:p>
        </w:tc>
        <w:tc>
          <w:tcPr>
            <w:tcW w:w="1351" w:type="dxa"/>
            <w:vAlign w:val="center"/>
          </w:tcPr>
          <w:p w14:paraId="3C6AE7AB" w14:textId="77777777" w:rsidR="001D3160" w:rsidRDefault="001D3160" w:rsidP="001D316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</w:tbl>
    <w:p w14:paraId="61689C63" w14:textId="77777777" w:rsidR="00EE6145" w:rsidRDefault="00EE6145">
      <w:pPr>
        <w:rPr>
          <w:rFonts w:ascii="Arial" w:hAnsi="Arial" w:cs="Arial"/>
        </w:rPr>
      </w:pPr>
    </w:p>
    <w:sectPr w:rsidR="00EE614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2B747" w14:textId="77777777" w:rsidR="004F0B83" w:rsidRDefault="004F0B83">
      <w:r>
        <w:separator/>
      </w:r>
    </w:p>
  </w:endnote>
  <w:endnote w:type="continuationSeparator" w:id="0">
    <w:p w14:paraId="407B825F" w14:textId="77777777" w:rsidR="004F0B83" w:rsidRDefault="004F0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細明體"/>
    <w:panose1 w:val="02010609000101010101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CA648" w14:textId="77777777" w:rsidR="004F0B83" w:rsidRDefault="004F0B83">
      <w:r>
        <w:separator/>
      </w:r>
    </w:p>
  </w:footnote>
  <w:footnote w:type="continuationSeparator" w:id="0">
    <w:p w14:paraId="0E8B638A" w14:textId="77777777" w:rsidR="004F0B83" w:rsidRDefault="004F0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86"/>
      <w:gridCol w:w="2249"/>
      <w:gridCol w:w="2448"/>
      <w:gridCol w:w="2816"/>
    </w:tblGrid>
    <w:tr w:rsidR="00EE6145" w14:paraId="586DCA29" w14:textId="77777777">
      <w:trPr>
        <w:trHeight w:hRule="exact" w:val="1361"/>
        <w:jc w:val="center"/>
      </w:trPr>
      <w:tc>
        <w:tcPr>
          <w:tcW w:w="1686" w:type="dxa"/>
          <w:vMerge w:val="restart"/>
          <w:tcBorders>
            <w:top w:val="single" w:sz="12" w:space="0" w:color="auto"/>
            <w:left w:val="single" w:sz="12" w:space="0" w:color="auto"/>
          </w:tcBorders>
        </w:tcPr>
        <w:p w14:paraId="3C4854E3" w14:textId="77777777" w:rsidR="00EE6145" w:rsidRDefault="00000000">
          <w:pPr>
            <w:rPr>
              <w:rFonts w:ascii="Arial" w:eastAsia="黑体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394E72D" wp14:editId="52756EA8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3DED6CA5" w14:textId="77777777" w:rsidR="00EE6145" w:rsidRDefault="00000000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ascii="Arial" w:eastAsia="黑体" w:hAnsi="Arial" w:cs="Arial" w:hint="eastAsia"/>
              <w:color w:val="000000"/>
              <w:sz w:val="28"/>
              <w:szCs w:val="28"/>
            </w:rPr>
            <w:t>基础电源（核酸电泳配套）</w:t>
          </w:r>
          <w:r>
            <w:rPr>
              <w:rFonts w:ascii="Arial" w:eastAsia="黑体" w:hAnsi="Arial" w:cs="Arial"/>
              <w:color w:val="000000"/>
              <w:sz w:val="28"/>
              <w:szCs w:val="28"/>
            </w:rPr>
            <w:t>用户需求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（</w:t>
          </w:r>
          <w:r>
            <w:rPr>
              <w:rFonts w:ascii="Arial" w:eastAsia="黑体" w:hAnsi="Arial" w:cs="Arial" w:hint="eastAsia"/>
              <w:i/>
              <w:color w:val="000000"/>
              <w:sz w:val="28"/>
              <w:szCs w:val="28"/>
            </w:rPr>
            <w:t>设备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）</w:t>
          </w:r>
        </w:p>
      </w:tc>
    </w:tr>
    <w:tr w:rsidR="00EE6145" w14:paraId="05230B4E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</w:tcBorders>
        </w:tcPr>
        <w:p w14:paraId="06F16708" w14:textId="77777777" w:rsidR="00EE6145" w:rsidRDefault="00EE6145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sz="12" w:space="0" w:color="auto"/>
          </w:tcBorders>
          <w:vAlign w:val="center"/>
        </w:tcPr>
        <w:p w14:paraId="760A531A" w14:textId="77777777" w:rsidR="00EE6145" w:rsidRDefault="00000000">
          <w:pPr>
            <w:ind w:rightChars="-98" w:right="-206"/>
            <w:jc w:val="left"/>
            <w:rPr>
              <w:rFonts w:ascii="黑体" w:eastAsia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 xml:space="preserve">码：Q/DBZY·014-G003-SB（618）-012 </w:t>
          </w:r>
        </w:p>
      </w:tc>
    </w:tr>
    <w:tr w:rsidR="00EE6145" w14:paraId="0A5CB5BE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  <w:bottom w:val="single" w:sz="12" w:space="0" w:color="auto"/>
          </w:tcBorders>
        </w:tcPr>
        <w:p w14:paraId="2C755061" w14:textId="77777777" w:rsidR="00EE6145" w:rsidRDefault="00EE6145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sz="12" w:space="0" w:color="auto"/>
          </w:tcBorders>
          <w:vAlign w:val="center"/>
        </w:tcPr>
        <w:p w14:paraId="2B99770D" w14:textId="77777777" w:rsidR="00EE6145" w:rsidRDefault="00000000">
          <w:pPr>
            <w:ind w:rightChars="-98" w:right="-206"/>
            <w:rPr>
              <w:rFonts w:ascii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号：2025</w:t>
          </w:r>
        </w:p>
      </w:tc>
      <w:tc>
        <w:tcPr>
          <w:tcW w:w="2448" w:type="dxa"/>
          <w:tcBorders>
            <w:bottom w:val="single" w:sz="12" w:space="0" w:color="auto"/>
          </w:tcBorders>
          <w:vAlign w:val="center"/>
        </w:tcPr>
        <w:p w14:paraId="3978F115" w14:textId="77777777" w:rsidR="00EE6145" w:rsidRDefault="00000000">
          <w:pPr>
            <w:ind w:rightChars="-98" w:right="-206"/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6FC597C8" w14:textId="77777777" w:rsidR="00EE6145" w:rsidRDefault="00000000">
          <w:pPr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21B4E4A9" w14:textId="77777777" w:rsidR="00EE6145" w:rsidRDefault="00EE614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attachedTemplate r:id="rId1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DEA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669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83B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5CFC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60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449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54B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4DC2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5839"/>
    <w:rsid w:val="00336A59"/>
    <w:rsid w:val="00337B2E"/>
    <w:rsid w:val="00337E47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A3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5F3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90C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3CA8"/>
    <w:rsid w:val="00404201"/>
    <w:rsid w:val="00404907"/>
    <w:rsid w:val="004057C2"/>
    <w:rsid w:val="00406C68"/>
    <w:rsid w:val="0040781B"/>
    <w:rsid w:val="0041076D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B83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11E2"/>
    <w:rsid w:val="00513187"/>
    <w:rsid w:val="005131EF"/>
    <w:rsid w:val="00513D9D"/>
    <w:rsid w:val="00513F87"/>
    <w:rsid w:val="005144A3"/>
    <w:rsid w:val="00514AF8"/>
    <w:rsid w:val="0051530B"/>
    <w:rsid w:val="00515D73"/>
    <w:rsid w:val="00515F6A"/>
    <w:rsid w:val="00516490"/>
    <w:rsid w:val="00516F7E"/>
    <w:rsid w:val="005179E2"/>
    <w:rsid w:val="00517EC8"/>
    <w:rsid w:val="00520303"/>
    <w:rsid w:val="0052044B"/>
    <w:rsid w:val="00521610"/>
    <w:rsid w:val="0052173F"/>
    <w:rsid w:val="00521785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3778"/>
    <w:rsid w:val="005540D2"/>
    <w:rsid w:val="0055427E"/>
    <w:rsid w:val="005543E2"/>
    <w:rsid w:val="005561AD"/>
    <w:rsid w:val="00556990"/>
    <w:rsid w:val="0055699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B7FB9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6DEC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1B5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6BA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5C66"/>
    <w:rsid w:val="007273D2"/>
    <w:rsid w:val="0072769A"/>
    <w:rsid w:val="00727732"/>
    <w:rsid w:val="00730332"/>
    <w:rsid w:val="007308DD"/>
    <w:rsid w:val="007318D7"/>
    <w:rsid w:val="00732385"/>
    <w:rsid w:val="00732496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629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49E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214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260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6AB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1F84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62CC"/>
    <w:rsid w:val="00A06C08"/>
    <w:rsid w:val="00A07CA7"/>
    <w:rsid w:val="00A10000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D8A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8F5"/>
    <w:rsid w:val="00A86658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73B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24A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1D04"/>
    <w:rsid w:val="00B123B0"/>
    <w:rsid w:val="00B12414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47B95"/>
    <w:rsid w:val="00B50336"/>
    <w:rsid w:val="00B507B1"/>
    <w:rsid w:val="00B51E5A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6C37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1636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383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5767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12C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3DE6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0604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D7DB7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662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B8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0B3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3E48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5B7F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6145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5179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432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4A0B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A12"/>
    <w:rsid w:val="00FC61EE"/>
    <w:rsid w:val="00FC6691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2B171D"/>
    <w:rsid w:val="03102828"/>
    <w:rsid w:val="080A3037"/>
    <w:rsid w:val="09DF1458"/>
    <w:rsid w:val="09EE11FF"/>
    <w:rsid w:val="0A2065DC"/>
    <w:rsid w:val="0B2C0441"/>
    <w:rsid w:val="0B7D42A9"/>
    <w:rsid w:val="0BC96FF0"/>
    <w:rsid w:val="0D022EF4"/>
    <w:rsid w:val="0F584ABE"/>
    <w:rsid w:val="101D3092"/>
    <w:rsid w:val="18FF0D8A"/>
    <w:rsid w:val="1D080410"/>
    <w:rsid w:val="1ED512CA"/>
    <w:rsid w:val="1F086311"/>
    <w:rsid w:val="1FA66561"/>
    <w:rsid w:val="20A76658"/>
    <w:rsid w:val="2294038E"/>
    <w:rsid w:val="24A810B6"/>
    <w:rsid w:val="24EC2BDA"/>
    <w:rsid w:val="256F0904"/>
    <w:rsid w:val="28BF4A8F"/>
    <w:rsid w:val="295728F9"/>
    <w:rsid w:val="2B216D95"/>
    <w:rsid w:val="2B34402E"/>
    <w:rsid w:val="2C1075C6"/>
    <w:rsid w:val="2C5F1D78"/>
    <w:rsid w:val="2C6014E6"/>
    <w:rsid w:val="2EA541F1"/>
    <w:rsid w:val="2F9D33B9"/>
    <w:rsid w:val="314D62DE"/>
    <w:rsid w:val="316C073D"/>
    <w:rsid w:val="31850D8E"/>
    <w:rsid w:val="31BE4C0D"/>
    <w:rsid w:val="33453F3E"/>
    <w:rsid w:val="36341386"/>
    <w:rsid w:val="387252E4"/>
    <w:rsid w:val="3EB27214"/>
    <w:rsid w:val="3FA85A67"/>
    <w:rsid w:val="42AE390D"/>
    <w:rsid w:val="443442E1"/>
    <w:rsid w:val="45E72584"/>
    <w:rsid w:val="47B40ED7"/>
    <w:rsid w:val="493343A6"/>
    <w:rsid w:val="4BAE636A"/>
    <w:rsid w:val="4EA35B58"/>
    <w:rsid w:val="529E7F1F"/>
    <w:rsid w:val="54005983"/>
    <w:rsid w:val="54091C4C"/>
    <w:rsid w:val="556C2493"/>
    <w:rsid w:val="568A6851"/>
    <w:rsid w:val="594F7E13"/>
    <w:rsid w:val="5A0F3C98"/>
    <w:rsid w:val="5F570D8D"/>
    <w:rsid w:val="5FA8056B"/>
    <w:rsid w:val="60A83784"/>
    <w:rsid w:val="68EF5787"/>
    <w:rsid w:val="6C643A6C"/>
    <w:rsid w:val="6EB10975"/>
    <w:rsid w:val="73512609"/>
    <w:rsid w:val="75625E25"/>
    <w:rsid w:val="77B4502D"/>
    <w:rsid w:val="78300CA6"/>
    <w:rsid w:val="7CC0742F"/>
    <w:rsid w:val="7E0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EA7DD0"/>
  <w15:docId w15:val="{36A1C048-DDF4-438F-AFBD-C13DC97FF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paragraph" w:customStyle="1" w:styleId="ad">
    <w:name w:val="内容"/>
    <w:basedOn w:val="ae"/>
    <w:link w:val="Char"/>
    <w:qFormat/>
    <w:pPr>
      <w:spacing w:line="530" w:lineRule="exact"/>
      <w:ind w:left="425" w:firstLineChars="0" w:firstLine="0"/>
    </w:pPr>
    <w:rPr>
      <w:rFonts w:ascii="Arial" w:hAnsi="Arial" w:cs="Times New Roman"/>
      <w:kern w:val="0"/>
      <w:sz w:val="24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Char">
    <w:name w:val="内容 Char"/>
    <w:link w:val="ad"/>
    <w:qFormat/>
    <w:rPr>
      <w:rFonts w:ascii="Arial" w:hAnsi="Arial"/>
      <w:sz w:val="24"/>
      <w:szCs w:val="24"/>
    </w:rPr>
  </w:style>
  <w:style w:type="paragraph" w:customStyle="1" w:styleId="16">
    <w:name w:val="正文文本 (16)"/>
    <w:basedOn w:val="a"/>
    <w:link w:val="16Exact"/>
    <w:uiPriority w:val="99"/>
    <w:qFormat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6MingLiU">
    <w:name w:val="正文文本 (16) + MingLiU"/>
    <w:basedOn w:val="16Exact"/>
    <w:uiPriority w:val="99"/>
    <w:qFormat/>
    <w:rPr>
      <w:rFonts w:ascii="MingLiU" w:eastAsia="MingLiU" w:hAnsi="Segoe UI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6Exact">
    <w:name w:val="正文文本 (16) Exact"/>
    <w:basedOn w:val="a0"/>
    <w:link w:val="16"/>
    <w:uiPriority w:val="99"/>
    <w:qFormat/>
    <w:rPr>
      <w:rFonts w:ascii="Segoe UI" w:hAnsi="Segoe UI" w:cs="Segoe UI"/>
      <w:kern w:val="0"/>
      <w:sz w:val="19"/>
      <w:szCs w:val="19"/>
    </w:rPr>
  </w:style>
  <w:style w:type="character" w:customStyle="1" w:styleId="13SegoeUIExact">
    <w:name w:val="正文文本 (13) + Segoe UI Exact"/>
    <w:basedOn w:val="13Exact"/>
    <w:uiPriority w:val="99"/>
    <w:qFormat/>
    <w:rPr>
      <w:rFonts w:ascii="Segoe UI" w:eastAsia="MingLiU" w:hAnsi="Segoe UI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13Exact">
    <w:name w:val="正文文本 (13) Exact"/>
    <w:basedOn w:val="a0"/>
    <w:link w:val="13"/>
    <w:uiPriority w:val="99"/>
    <w:qFormat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13">
    <w:name w:val="正文文本 (13)"/>
    <w:basedOn w:val="a"/>
    <w:link w:val="13Exact"/>
    <w:uiPriority w:val="99"/>
    <w:qFormat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16Exact1">
    <w:name w:val="正文文本 (16) Exact1"/>
    <w:basedOn w:val="16Exact"/>
    <w:uiPriority w:val="99"/>
    <w:qFormat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a4">
    <w:name w:val="批注文字 字符"/>
    <w:basedOn w:val="a0"/>
    <w:link w:val="a3"/>
    <w:uiPriority w:val="99"/>
    <w:qFormat/>
    <w:rPr>
      <w:rFonts w:cs="Calibri"/>
      <w:kern w:val="2"/>
      <w:sz w:val="21"/>
      <w:szCs w:val="21"/>
    </w:rPr>
  </w:style>
  <w:style w:type="character" w:customStyle="1" w:styleId="aa">
    <w:name w:val="批注主题 字符"/>
    <w:basedOn w:val="a4"/>
    <w:link w:val="a9"/>
    <w:uiPriority w:val="99"/>
    <w:semiHidden/>
    <w:qFormat/>
    <w:rPr>
      <w:rFonts w:cs="Calibri"/>
      <w:b/>
      <w:bCs/>
      <w:kern w:val="2"/>
      <w:sz w:val="21"/>
      <w:szCs w:val="21"/>
    </w:rPr>
  </w:style>
  <w:style w:type="paragraph" w:customStyle="1" w:styleId="1">
    <w:name w:val="修订1"/>
    <w:hidden/>
    <w:uiPriority w:val="99"/>
    <w:unhideWhenUsed/>
    <w:qFormat/>
    <w:rPr>
      <w:rFonts w:cs="Calibri"/>
      <w:kern w:val="2"/>
      <w:sz w:val="21"/>
      <w:szCs w:val="21"/>
      <w:lang w:val="en-US"/>
    </w:rPr>
  </w:style>
  <w:style w:type="paragraph" w:styleId="af">
    <w:name w:val="Revision"/>
    <w:hidden/>
    <w:uiPriority w:val="99"/>
    <w:unhideWhenUsed/>
    <w:rsid w:val="001D3160"/>
    <w:rPr>
      <w:rFonts w:cs="Calibri"/>
      <w:kern w:val="2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TotalTime>32</TotalTime>
  <Pages>1</Pages>
  <Words>138</Words>
  <Characters>169</Characters>
  <Application>Microsoft Office Word</Application>
  <DocSecurity>0</DocSecurity>
  <Lines>24</Lines>
  <Paragraphs>38</Paragraphs>
  <ScaleCrop>false</ScaleCrop>
  <Company>dbzy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盛勇 陈</cp:lastModifiedBy>
  <cp:revision>16</cp:revision>
  <cp:lastPrinted>2019-05-17T01:12:00Z</cp:lastPrinted>
  <dcterms:created xsi:type="dcterms:W3CDTF">2024-11-10T07:27:00Z</dcterms:created>
  <dcterms:modified xsi:type="dcterms:W3CDTF">2025-08-05T09:14:00Z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ADFB356976CF41B69430E63D11B4550E_13</vt:lpwstr>
  </property>
  <property fmtid="{D5CDD505-2E9C-101B-9397-08002B2CF9AE}" pid="4" name="KSOTemplateDocerSaveRecord">
    <vt:lpwstr>eyJoZGlkIjoiNzI1MzljODBiNDliMzEyMzFlZWNlN2EzYjU0N2YzMWEiLCJ1c2VySWQiOiIzMDkyMDUzODAifQ==</vt:lpwstr>
  </property>
</Properties>
</file>